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24" w:rsidRPr="009B2D9F" w:rsidRDefault="00601724">
      <w:pPr>
        <w:rPr>
          <w:b/>
        </w:rPr>
      </w:pPr>
      <w:bookmarkStart w:id="0" w:name="_GoBack"/>
    </w:p>
    <w:bookmarkEnd w:id="0"/>
    <w:p w:rsidR="00540305" w:rsidRPr="00540305" w:rsidRDefault="00540305">
      <w:pPr>
        <w:rPr>
          <w:b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9"/>
        <w:gridCol w:w="4786"/>
      </w:tblGrid>
      <w:tr w:rsidR="00DB6D76" w:rsidRPr="0093094F" w:rsidTr="000C5684">
        <w:trPr>
          <w:trHeight w:val="1832"/>
        </w:trPr>
        <w:tc>
          <w:tcPr>
            <w:tcW w:w="5279" w:type="dxa"/>
          </w:tcPr>
          <w:p w:rsidR="00DB6D76" w:rsidRPr="0093094F" w:rsidRDefault="0046544B" w:rsidP="00380D4D">
            <w:pPr>
              <w:spacing w:after="0"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FB902EF" wp14:editId="77B28AB9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45720</wp:posOffset>
                      </wp:positionV>
                      <wp:extent cx="2014220" cy="599440"/>
                      <wp:effectExtent l="11430" t="7620" r="12700" b="12065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4220" cy="599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6D76" w:rsidRPr="00421871" w:rsidRDefault="00DB6D76" w:rsidP="00DB6D76">
                                  <w:pPr>
                                    <w:spacing w:after="0" w:line="24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21871">
                                    <w:rPr>
                                      <w:sz w:val="16"/>
                                      <w:szCs w:val="16"/>
                                    </w:rPr>
                                    <w:t>ESTADO DA BAHIA</w:t>
                                  </w:r>
                                </w:p>
                                <w:p w:rsidR="00DB6D76" w:rsidRPr="00421871" w:rsidRDefault="00DB6D76" w:rsidP="00DB6D76">
                                  <w:pPr>
                                    <w:spacing w:after="0" w:line="24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21871">
                                    <w:rPr>
                                      <w:sz w:val="16"/>
                                      <w:szCs w:val="16"/>
                                    </w:rPr>
                                    <w:t>PREFEITURA MUNICIPAL DE JEQUIE</w:t>
                                  </w:r>
                                </w:p>
                                <w:p w:rsidR="00DB6D76" w:rsidRPr="00421871" w:rsidRDefault="00DB6D76" w:rsidP="00DB6D76">
                                  <w:pPr>
                                    <w:spacing w:after="0" w:line="24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21871">
                                    <w:rPr>
                                      <w:sz w:val="16"/>
                                      <w:szCs w:val="16"/>
                                    </w:rPr>
                                    <w:t>SECRETARIA MUNICI</w:t>
                                  </w:r>
                                  <w:r w:rsidR="003E30DA" w:rsidRPr="00421871">
                                    <w:rPr>
                                      <w:sz w:val="16"/>
                                      <w:szCs w:val="16"/>
                                    </w:rPr>
                                    <w:t>PAL</w:t>
                                  </w:r>
                                  <w:r w:rsidRPr="00421871">
                                    <w:rPr>
                                      <w:sz w:val="16"/>
                                      <w:szCs w:val="16"/>
                                    </w:rPr>
                                    <w:t xml:space="preserve"> DA FAZENDA</w:t>
                                  </w:r>
                                </w:p>
                                <w:p w:rsidR="003E30DA" w:rsidRPr="00421871" w:rsidRDefault="003E30DA" w:rsidP="00DB6D76">
                                  <w:pPr>
                                    <w:spacing w:after="0" w:line="240" w:lineRule="auto"/>
                                    <w:rPr>
                                      <w:rFonts w:ascii="Arial Rounded MT Bold" w:hAnsi="Arial Rounded MT Bold"/>
                                      <w:sz w:val="16"/>
                                      <w:szCs w:val="16"/>
                                    </w:rPr>
                                  </w:pPr>
                                  <w:r w:rsidRPr="00421871">
                                    <w:rPr>
                                      <w:sz w:val="16"/>
                                      <w:szCs w:val="16"/>
                                    </w:rPr>
                                    <w:t>DEPARTAMENTO DE TRIBUTAÇÃO</w:t>
                                  </w:r>
                                </w:p>
                                <w:p w:rsidR="00DB6D76" w:rsidRPr="007747B3" w:rsidRDefault="00DB6D76" w:rsidP="00DB6D7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51.15pt;margin-top:3.6pt;width:158.6pt;height:47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" strokecolor="white">
                      <v:textbox>
                        <w:txbxContent>
                          <w:p w:rsidR="00DB6D76" w:rsidRPr="00421871" w:rsidRDefault="00DB6D76" w:rsidP="00DB6D7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21871">
                              <w:rPr>
                                <w:sz w:val="16"/>
                                <w:szCs w:val="16"/>
                              </w:rPr>
                              <w:t>ESTADO DA BAHIA</w:t>
                            </w:r>
                          </w:p>
                          <w:p w:rsidR="00DB6D76" w:rsidRPr="00421871" w:rsidRDefault="00DB6D76" w:rsidP="00DB6D7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21871">
                              <w:rPr>
                                <w:sz w:val="16"/>
                                <w:szCs w:val="16"/>
                              </w:rPr>
                              <w:t>PREFEITURA MUNICIPAL DE JEQUIE</w:t>
                            </w:r>
                          </w:p>
                          <w:p w:rsidR="00DB6D76" w:rsidRPr="00421871" w:rsidRDefault="00DB6D76" w:rsidP="00DB6D7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21871">
                              <w:rPr>
                                <w:sz w:val="16"/>
                                <w:szCs w:val="16"/>
                              </w:rPr>
                              <w:t>SECRETARIA MUNICI</w:t>
                            </w:r>
                            <w:r w:rsidR="003E30DA" w:rsidRPr="00421871">
                              <w:rPr>
                                <w:sz w:val="16"/>
                                <w:szCs w:val="16"/>
                              </w:rPr>
                              <w:t>PAL</w:t>
                            </w:r>
                            <w:r w:rsidRPr="00421871">
                              <w:rPr>
                                <w:sz w:val="16"/>
                                <w:szCs w:val="16"/>
                              </w:rPr>
                              <w:t xml:space="preserve"> DA FAZENDA</w:t>
                            </w:r>
                          </w:p>
                          <w:p w:rsidR="003E30DA" w:rsidRPr="00421871" w:rsidRDefault="003E30DA" w:rsidP="00DB6D7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  <w:r w:rsidRPr="00421871">
                              <w:rPr>
                                <w:sz w:val="16"/>
                                <w:szCs w:val="16"/>
                              </w:rPr>
                              <w:t>DEPARTAMENTO DE TRIBUTAÇÃO</w:t>
                            </w:r>
                          </w:p>
                          <w:p w:rsidR="00DB6D76" w:rsidRPr="007747B3" w:rsidRDefault="00DB6D76" w:rsidP="00DB6D7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Verdana" w:hAnsi="Verdana" w:cs="Arial"/>
                <w:noProof/>
                <w:sz w:val="14"/>
                <w:szCs w:val="14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80DDCF" wp14:editId="45CA18C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45720</wp:posOffset>
                      </wp:positionV>
                      <wp:extent cx="718820" cy="647700"/>
                      <wp:effectExtent l="11430" t="7620" r="12700" b="11430"/>
                      <wp:wrapNone/>
                      <wp:docPr id="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8820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1871" w:rsidRPr="007747B3" w:rsidRDefault="00E7408A" w:rsidP="0042187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pt-BR"/>
                                    </w:rPr>
                                    <w:drawing>
                                      <wp:inline distT="0" distB="0" distL="0" distR="0" wp14:anchorId="790B62A0" wp14:editId="44D38CC3">
                                        <wp:extent cx="571500" cy="542925"/>
                                        <wp:effectExtent l="19050" t="0" r="0" b="0"/>
                                        <wp:docPr id="1" name="Imagem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m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71500" cy="542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7" style="position:absolute;margin-left:.9pt;margin-top:3.6pt;width:56.6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" strokecolor="white">
                      <v:textbox>
                        <w:txbxContent>
                          <w:p w:rsidR="00421871" w:rsidRPr="007747B3" w:rsidRDefault="00E7408A" w:rsidP="0042187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90B62A0" wp14:editId="44D38CC3">
                                  <wp:extent cx="571500" cy="542925"/>
                                  <wp:effectExtent l="19050" t="0" r="0" b="0"/>
                                  <wp:docPr id="1" name="Image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542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B6D76" w:rsidRDefault="00DB6D76" w:rsidP="00380D4D">
            <w:pPr>
              <w:spacing w:after="0" w:line="240" w:lineRule="auto"/>
              <w:rPr>
                <w:sz w:val="10"/>
                <w:szCs w:val="10"/>
              </w:rPr>
            </w:pPr>
          </w:p>
          <w:p w:rsidR="00DB6D76" w:rsidRDefault="00DB6D76" w:rsidP="00380D4D">
            <w:pPr>
              <w:spacing w:after="0" w:line="240" w:lineRule="auto"/>
              <w:rPr>
                <w:sz w:val="10"/>
                <w:szCs w:val="10"/>
              </w:rPr>
            </w:pPr>
          </w:p>
          <w:p w:rsidR="00DB6D76" w:rsidRPr="0093094F" w:rsidRDefault="0046544B" w:rsidP="00380D4D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2473AF" wp14:editId="1276FD09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432435</wp:posOffset>
                      </wp:positionV>
                      <wp:extent cx="3267075" cy="0"/>
                      <wp:effectExtent l="11430" t="13335" r="7620" b="5715"/>
                      <wp:wrapNone/>
                      <wp:docPr id="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67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6" type="#_x0000_t32" style="position:absolute;margin-left:-2.85pt;margin-top:34.05pt;width:25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Y4RHgIAADs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9D5EA81" wp14:editId="1E924576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432435</wp:posOffset>
                      </wp:positionV>
                      <wp:extent cx="3267075" cy="447675"/>
                      <wp:effectExtent l="11430" t="13335" r="7620" b="571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70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6D76" w:rsidRPr="000C5684" w:rsidRDefault="00DB6D76" w:rsidP="00DB6D7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32"/>
                                    </w:rPr>
                                  </w:pPr>
                                  <w:r w:rsidRPr="000C5684">
                                    <w:rPr>
                                      <w:b/>
                                      <w:sz w:val="24"/>
                                      <w:szCs w:val="32"/>
                                    </w:rPr>
                                    <w:t>DOCUMENTO DE INFORMAÇÃO</w:t>
                                  </w:r>
                                </w:p>
                                <w:p w:rsidR="00DB6D76" w:rsidRPr="000C5684" w:rsidRDefault="00DB6D76" w:rsidP="00DB6D7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32"/>
                                    </w:rPr>
                                  </w:pPr>
                                  <w:r w:rsidRPr="000C5684">
                                    <w:rPr>
                                      <w:b/>
                                      <w:sz w:val="24"/>
                                      <w:szCs w:val="32"/>
                                    </w:rPr>
                                    <w:t>MUN</w:t>
                                  </w:r>
                                  <w:r w:rsidR="00653A7B" w:rsidRPr="000C5684">
                                    <w:rPr>
                                      <w:b/>
                                      <w:sz w:val="24"/>
                                      <w:szCs w:val="32"/>
                                    </w:rPr>
                                    <w:t>I</w:t>
                                  </w:r>
                                  <w:r w:rsidRPr="000C5684">
                                    <w:rPr>
                                      <w:b/>
                                      <w:sz w:val="24"/>
                                      <w:szCs w:val="32"/>
                                    </w:rPr>
                                    <w:t>CIPAL - DIM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8" style="position:absolute;margin-left:-2.85pt;margin-top:34.05pt;width:257.25pt;height:3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" strokecolor="white">
                      <v:textbox>
                        <w:txbxContent>
                          <w:p w:rsidR="00DB6D76" w:rsidRPr="000C5684" w:rsidRDefault="00DB6D76" w:rsidP="00DB6D7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32"/>
                              </w:rPr>
                            </w:pPr>
                            <w:r w:rsidRPr="000C5684">
                              <w:rPr>
                                <w:b/>
                                <w:sz w:val="24"/>
                                <w:szCs w:val="32"/>
                              </w:rPr>
                              <w:t>DOCUMENTO DE INFORMAÇÃO</w:t>
                            </w:r>
                          </w:p>
                          <w:p w:rsidR="00DB6D76" w:rsidRPr="000C5684" w:rsidRDefault="00DB6D76" w:rsidP="00DB6D7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32"/>
                              </w:rPr>
                            </w:pPr>
                            <w:r w:rsidRPr="000C5684">
                              <w:rPr>
                                <w:b/>
                                <w:sz w:val="24"/>
                                <w:szCs w:val="32"/>
                              </w:rPr>
                              <w:t>MUN</w:t>
                            </w:r>
                            <w:r w:rsidR="00653A7B" w:rsidRPr="000C5684">
                              <w:rPr>
                                <w:b/>
                                <w:sz w:val="24"/>
                                <w:szCs w:val="32"/>
                              </w:rPr>
                              <w:t>I</w:t>
                            </w:r>
                            <w:r w:rsidRPr="000C5684">
                              <w:rPr>
                                <w:b/>
                                <w:sz w:val="24"/>
                                <w:szCs w:val="32"/>
                              </w:rPr>
                              <w:t>CIPAL - DIM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786" w:type="dxa"/>
          </w:tcPr>
          <w:p w:rsidR="00DB6D76" w:rsidRPr="0093094F" w:rsidRDefault="00DB6D76" w:rsidP="00380D4D">
            <w:pPr>
              <w:spacing w:after="0" w:line="240" w:lineRule="auto"/>
              <w:jc w:val="center"/>
              <w:rPr>
                <w:rFonts w:ascii="Arial Rounded MT Bold" w:hAnsi="Arial Rounded MT Bold"/>
                <w:bCs/>
                <w:sz w:val="10"/>
                <w:szCs w:val="10"/>
              </w:rPr>
            </w:pPr>
          </w:p>
          <w:p w:rsidR="00DB6D76" w:rsidRPr="000C5684" w:rsidRDefault="00DB6D76" w:rsidP="00380D4D">
            <w:pPr>
              <w:spacing w:after="0" w:line="240" w:lineRule="auto"/>
              <w:jc w:val="center"/>
              <w:rPr>
                <w:b/>
                <w:color w:val="FF0000"/>
                <w:sz w:val="10"/>
                <w:szCs w:val="10"/>
              </w:rPr>
            </w:pPr>
          </w:p>
          <w:p w:rsidR="00DB6D76" w:rsidRPr="00421871" w:rsidRDefault="00DB6D76" w:rsidP="00380D4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421871">
              <w:rPr>
                <w:b/>
                <w:color w:val="FFFFFF"/>
                <w:sz w:val="24"/>
                <w:szCs w:val="24"/>
              </w:rPr>
              <w:t>REGISTRO Nº ________________</w:t>
            </w:r>
          </w:p>
          <w:p w:rsidR="00DB6D76" w:rsidRPr="00421871" w:rsidRDefault="00DB6D76" w:rsidP="00380D4D">
            <w:pPr>
              <w:spacing w:after="0" w:line="240" w:lineRule="auto"/>
              <w:jc w:val="center"/>
              <w:rPr>
                <w:b/>
                <w:color w:val="FFFFFF"/>
                <w:sz w:val="10"/>
                <w:szCs w:val="10"/>
              </w:rPr>
            </w:pPr>
          </w:p>
          <w:p w:rsidR="00DB6D76" w:rsidRPr="00421871" w:rsidRDefault="00DB6D76" w:rsidP="00380D4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421871">
              <w:rPr>
                <w:b/>
                <w:color w:val="FFFFFF"/>
                <w:sz w:val="24"/>
                <w:szCs w:val="24"/>
              </w:rPr>
              <w:t>Jequié-BA</w:t>
            </w:r>
            <w:proofErr w:type="gramStart"/>
            <w:r w:rsidRPr="00421871">
              <w:rPr>
                <w:b/>
                <w:color w:val="FFFFFF"/>
                <w:sz w:val="24"/>
                <w:szCs w:val="24"/>
              </w:rPr>
              <w:t>.,</w:t>
            </w:r>
            <w:proofErr w:type="gramEnd"/>
            <w:r w:rsidRPr="00421871">
              <w:rPr>
                <w:b/>
                <w:color w:val="FFFFFF"/>
                <w:sz w:val="24"/>
                <w:szCs w:val="24"/>
              </w:rPr>
              <w:t xml:space="preserve"> _____/______________/_______</w:t>
            </w:r>
          </w:p>
          <w:p w:rsidR="00DB6D76" w:rsidRPr="00421871" w:rsidRDefault="00DB6D76" w:rsidP="00DB6D76">
            <w:pPr>
              <w:spacing w:after="0" w:line="240" w:lineRule="auto"/>
              <w:jc w:val="center"/>
              <w:rPr>
                <w:b/>
                <w:color w:val="FFFFFF"/>
                <w:sz w:val="10"/>
                <w:szCs w:val="10"/>
              </w:rPr>
            </w:pPr>
          </w:p>
          <w:p w:rsidR="00DB6D76" w:rsidRPr="00712764" w:rsidRDefault="00DB6D76" w:rsidP="00DB6D76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</w:tbl>
    <w:p w:rsidR="0063658C" w:rsidRPr="00337E5E" w:rsidRDefault="0063658C" w:rsidP="0063658C">
      <w:pPr>
        <w:spacing w:line="240" w:lineRule="auto"/>
        <w:contextualSpacing/>
        <w:rPr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63658C" w:rsidRPr="0093094F" w:rsidTr="00174176"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sz w:val="10"/>
                <w:szCs w:val="10"/>
              </w:rPr>
            </w:pPr>
            <w:r w:rsidRPr="0093094F">
              <w:rPr>
                <w:rFonts w:ascii="Verdana" w:hAnsi="Verdana" w:cs="Arial"/>
                <w:sz w:val="18"/>
                <w:szCs w:val="18"/>
              </w:rPr>
              <w:t>Motivo do Preenchimento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sz w:val="10"/>
                <w:szCs w:val="10"/>
              </w:rPr>
            </w:pPr>
            <w:r w:rsidRPr="0093094F">
              <w:rPr>
                <w:rFonts w:ascii="Verdana" w:hAnsi="Verdana" w:cs="Arial"/>
                <w:sz w:val="18"/>
                <w:szCs w:val="18"/>
              </w:rPr>
              <w:t>Cadastros</w:t>
            </w:r>
          </w:p>
        </w:tc>
      </w:tr>
      <w:tr w:rsidR="0063658C" w:rsidRPr="0093094F" w:rsidTr="00174176">
        <w:trPr>
          <w:trHeight w:val="1408"/>
        </w:trPr>
        <w:tc>
          <w:tcPr>
            <w:tcW w:w="4786" w:type="dxa"/>
            <w:tcBorders>
              <w:top w:val="single" w:sz="4" w:space="0" w:color="auto"/>
            </w:tcBorders>
          </w:tcPr>
          <w:p w:rsidR="0063658C" w:rsidRPr="00421871" w:rsidRDefault="0063658C" w:rsidP="00174176">
            <w:pPr>
              <w:spacing w:after="0" w:line="240" w:lineRule="auto"/>
              <w:contextualSpacing/>
              <w:rPr>
                <w:color w:val="FFFFFF"/>
                <w:sz w:val="10"/>
                <w:szCs w:val="10"/>
              </w:rPr>
            </w:pPr>
            <w:r w:rsidRPr="00421871">
              <w:rPr>
                <w:color w:val="FFFFFF"/>
                <w:sz w:val="10"/>
                <w:szCs w:val="10"/>
              </w:rPr>
              <w:t>.</w:t>
            </w:r>
          </w:p>
          <w:p w:rsidR="0063658C" w:rsidRPr="0093094F" w:rsidRDefault="0063658C" w:rsidP="00174176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3094F">
              <w:rPr>
                <w:sz w:val="24"/>
                <w:szCs w:val="24"/>
              </w:rPr>
              <w:t>Inclusão no Cadastro Geral de Atividade</w:t>
            </w:r>
          </w:p>
          <w:p w:rsidR="0063658C" w:rsidRPr="0093094F" w:rsidRDefault="0063658C" w:rsidP="00174176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D7043E">
              <w:rPr>
                <w:sz w:val="24"/>
                <w:szCs w:val="24"/>
              </w:rPr>
              <w:t>Certidão</w:t>
            </w:r>
            <w:r w:rsidRPr="0093094F">
              <w:rPr>
                <w:sz w:val="24"/>
                <w:szCs w:val="24"/>
              </w:rPr>
              <w:t xml:space="preserve"> Negativa de Débito – CND</w:t>
            </w:r>
          </w:p>
          <w:p w:rsidR="0063658C" w:rsidRPr="0093094F" w:rsidRDefault="0063658C" w:rsidP="007D21A1">
            <w:pPr>
              <w:spacing w:after="0" w:line="240" w:lineRule="auto"/>
              <w:contextualSpacing/>
              <w:rPr>
                <w:sz w:val="10"/>
                <w:szCs w:val="10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rFonts w:cs="Arial"/>
                <w:color w:val="FFFFFF"/>
                <w:sz w:val="10"/>
                <w:szCs w:val="10"/>
              </w:rPr>
            </w:pPr>
            <w:r w:rsidRPr="0093094F">
              <w:rPr>
                <w:rFonts w:cs="Arial"/>
                <w:color w:val="FFFFFF"/>
                <w:sz w:val="10"/>
                <w:szCs w:val="10"/>
              </w:rPr>
              <w:t>.</w:t>
            </w:r>
          </w:p>
          <w:p w:rsidR="0063658C" w:rsidRPr="0093094F" w:rsidRDefault="0063658C" w:rsidP="0017417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94F">
              <w:rPr>
                <w:rFonts w:cs="Arial"/>
                <w:sz w:val="24"/>
                <w:szCs w:val="24"/>
              </w:rPr>
              <w:t>Código/Inscrição</w:t>
            </w:r>
            <w:r>
              <w:rPr>
                <w:rFonts w:cs="Arial"/>
                <w:sz w:val="24"/>
                <w:szCs w:val="24"/>
              </w:rPr>
              <w:t>:</w:t>
            </w:r>
            <w:proofErr w:type="gramStart"/>
            <w:r>
              <w:rPr>
                <w:rFonts w:cs="Arial"/>
                <w:sz w:val="24"/>
                <w:szCs w:val="24"/>
              </w:rPr>
              <w:t xml:space="preserve"> </w:t>
            </w:r>
            <w:r w:rsidRPr="0093094F">
              <w:rPr>
                <w:rFonts w:cs="Arial"/>
                <w:sz w:val="24"/>
                <w:szCs w:val="24"/>
              </w:rPr>
              <w:t xml:space="preserve"> </w:t>
            </w:r>
            <w:proofErr w:type="gramEnd"/>
            <w:r w:rsidR="005F31AE">
              <w:rPr>
                <w:rFonts w:ascii="Tahoma" w:hAnsi="Tahoma" w:cs="Tahoma"/>
                <w:sz w:val="24"/>
                <w:szCs w:val="24"/>
              </w:rPr>
              <w:t>_____________________</w:t>
            </w:r>
          </w:p>
          <w:p w:rsidR="0063658C" w:rsidRPr="0093094F" w:rsidRDefault="0063658C" w:rsidP="0017417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94F">
              <w:rPr>
                <w:rFonts w:cs="Arial"/>
                <w:sz w:val="24"/>
                <w:szCs w:val="24"/>
              </w:rPr>
              <w:t>Cadastro Imobiliário</w:t>
            </w:r>
            <w:r>
              <w:rPr>
                <w:rFonts w:cs="Arial"/>
                <w:sz w:val="24"/>
                <w:szCs w:val="24"/>
              </w:rPr>
              <w:t>:</w:t>
            </w:r>
            <w:proofErr w:type="gramStart"/>
            <w:r>
              <w:rPr>
                <w:rFonts w:cs="Arial"/>
                <w:sz w:val="24"/>
                <w:szCs w:val="24"/>
              </w:rPr>
              <w:t xml:space="preserve"> </w:t>
            </w:r>
            <w:r w:rsidRPr="0093094F">
              <w:rPr>
                <w:rFonts w:cs="Arial"/>
                <w:sz w:val="24"/>
                <w:szCs w:val="24"/>
              </w:rPr>
              <w:t xml:space="preserve"> </w:t>
            </w:r>
            <w:proofErr w:type="gramEnd"/>
            <w:r w:rsidR="002E4C3A">
              <w:rPr>
                <w:rFonts w:ascii="Tahoma" w:hAnsi="Tahoma" w:cs="Tahoma"/>
                <w:sz w:val="24"/>
                <w:szCs w:val="24"/>
              </w:rPr>
              <w:t>___________________</w:t>
            </w:r>
          </w:p>
          <w:p w:rsidR="0063658C" w:rsidRPr="0093094F" w:rsidRDefault="0063658C" w:rsidP="0017417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94F">
              <w:rPr>
                <w:rFonts w:cs="Arial"/>
                <w:sz w:val="24"/>
                <w:szCs w:val="24"/>
              </w:rPr>
              <w:t>CPF/CNPJ</w:t>
            </w:r>
            <w:r>
              <w:rPr>
                <w:rFonts w:cs="Arial"/>
                <w:sz w:val="24"/>
                <w:szCs w:val="24"/>
              </w:rPr>
              <w:t xml:space="preserve">: </w:t>
            </w:r>
            <w:r w:rsidR="00282F7F" w:rsidRPr="00282F7F">
              <w:rPr>
                <w:rFonts w:cs="Arial"/>
                <w:sz w:val="24"/>
                <w:szCs w:val="24"/>
              </w:rPr>
              <w:t>26578984/0001-86</w:t>
            </w:r>
            <w:r w:rsidR="005F31AE">
              <w:rPr>
                <w:rFonts w:ascii="Tahoma" w:hAnsi="Tahoma" w:cs="Tahoma"/>
                <w:sz w:val="24"/>
                <w:szCs w:val="24"/>
              </w:rPr>
              <w:t>__________</w:t>
            </w:r>
          </w:p>
          <w:p w:rsidR="0063658C" w:rsidRPr="0093094F" w:rsidRDefault="0063658C" w:rsidP="00282F7F">
            <w:pPr>
              <w:spacing w:after="0" w:line="240" w:lineRule="auto"/>
              <w:rPr>
                <w:sz w:val="10"/>
                <w:szCs w:val="10"/>
              </w:rPr>
            </w:pPr>
            <w:r w:rsidRPr="0093094F">
              <w:rPr>
                <w:rFonts w:cs="Arial"/>
                <w:sz w:val="24"/>
                <w:szCs w:val="24"/>
              </w:rPr>
              <w:t>RG/Órgão</w:t>
            </w:r>
            <w:r>
              <w:rPr>
                <w:rFonts w:cs="Arial"/>
                <w:sz w:val="24"/>
                <w:szCs w:val="24"/>
              </w:rPr>
              <w:t>:</w:t>
            </w:r>
            <w:proofErr w:type="gramStart"/>
            <w:r>
              <w:rPr>
                <w:rFonts w:cs="Arial"/>
                <w:sz w:val="24"/>
                <w:szCs w:val="24"/>
              </w:rPr>
              <w:t xml:space="preserve"> </w:t>
            </w:r>
            <w:r w:rsidRPr="0093094F">
              <w:rPr>
                <w:rFonts w:cs="Arial"/>
                <w:sz w:val="24"/>
                <w:szCs w:val="24"/>
              </w:rPr>
              <w:t xml:space="preserve">  </w:t>
            </w:r>
          </w:p>
        </w:tc>
        <w:proofErr w:type="gramEnd"/>
      </w:tr>
    </w:tbl>
    <w:p w:rsidR="0063658C" w:rsidRDefault="0063658C" w:rsidP="0063658C">
      <w:pPr>
        <w:spacing w:line="240" w:lineRule="auto"/>
        <w:contextualSpacing/>
        <w:rPr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63658C" w:rsidRPr="0093094F" w:rsidTr="00174176"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sz w:val="10"/>
                <w:szCs w:val="10"/>
              </w:rPr>
            </w:pPr>
            <w:r w:rsidRPr="0093094F">
              <w:rPr>
                <w:rFonts w:ascii="Verdana" w:hAnsi="Verdana" w:cs="Arial"/>
                <w:sz w:val="18"/>
                <w:szCs w:val="18"/>
              </w:rPr>
              <w:t>Identificação</w:t>
            </w:r>
          </w:p>
        </w:tc>
      </w:tr>
      <w:tr w:rsidR="0063658C" w:rsidRPr="0093094F" w:rsidTr="00174176">
        <w:tc>
          <w:tcPr>
            <w:tcW w:w="10031" w:type="dxa"/>
            <w:tcBorders>
              <w:top w:val="single" w:sz="4" w:space="0" w:color="auto"/>
            </w:tcBorders>
          </w:tcPr>
          <w:p w:rsidR="0063658C" w:rsidRPr="0093094F" w:rsidRDefault="00FB0E99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Nome </w:t>
            </w:r>
          </w:p>
          <w:p w:rsidR="0063658C" w:rsidRPr="00282F7F" w:rsidRDefault="00282F7F" w:rsidP="00282F7F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CONSTRUCAO TEC INSTALACOES PARA POSTOS DE COMBUSTIVEIS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Style w:val="fontstyle01"/>
              </w:rPr>
              <w:t>LTDA.</w:t>
            </w:r>
          </w:p>
        </w:tc>
      </w:tr>
      <w:tr w:rsidR="0063658C" w:rsidRPr="0093094F" w:rsidTr="00174176">
        <w:tc>
          <w:tcPr>
            <w:tcW w:w="10031" w:type="dxa"/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Nome</w:t>
            </w:r>
            <w:r w:rsidR="00FB0E99">
              <w:rPr>
                <w:rFonts w:ascii="Verdana" w:hAnsi="Verdana" w:cs="Arial"/>
                <w:sz w:val="14"/>
                <w:szCs w:val="14"/>
              </w:rPr>
              <w:t xml:space="preserve"> de</w:t>
            </w:r>
            <w:r w:rsidRPr="0093094F">
              <w:rPr>
                <w:rFonts w:ascii="Verdana" w:hAnsi="Verdana" w:cs="Arial"/>
                <w:sz w:val="14"/>
                <w:szCs w:val="14"/>
              </w:rPr>
              <w:t xml:space="preserve"> Fantasia</w:t>
            </w:r>
          </w:p>
          <w:p w:rsidR="0063658C" w:rsidRPr="00282F7F" w:rsidRDefault="00282F7F" w:rsidP="00282F7F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ENGEFIL</w:t>
            </w:r>
          </w:p>
        </w:tc>
      </w:tr>
    </w:tbl>
    <w:p w:rsidR="0063658C" w:rsidRPr="00F21EB7" w:rsidRDefault="0063658C" w:rsidP="0063658C">
      <w:pPr>
        <w:spacing w:line="240" w:lineRule="auto"/>
        <w:contextualSpacing/>
        <w:rPr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3969"/>
        <w:gridCol w:w="284"/>
        <w:gridCol w:w="1701"/>
        <w:gridCol w:w="2126"/>
      </w:tblGrid>
      <w:tr w:rsidR="0063658C" w:rsidRPr="0093094F" w:rsidTr="00174176">
        <w:tc>
          <w:tcPr>
            <w:tcW w:w="100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58C" w:rsidRPr="0093094F" w:rsidRDefault="0063658C" w:rsidP="00174176">
            <w:pPr>
              <w:spacing w:after="0" w:line="240" w:lineRule="auto"/>
            </w:pPr>
            <w:r w:rsidRPr="0093094F">
              <w:rPr>
                <w:rFonts w:ascii="Verdana" w:hAnsi="Verdana" w:cs="Arial"/>
                <w:sz w:val="18"/>
                <w:szCs w:val="18"/>
              </w:rPr>
              <w:t>Endereço</w:t>
            </w:r>
          </w:p>
        </w:tc>
      </w:tr>
      <w:tr w:rsidR="0063658C" w:rsidRPr="0093094F" w:rsidTr="00174176">
        <w:tc>
          <w:tcPr>
            <w:tcW w:w="6204" w:type="dxa"/>
            <w:gridSpan w:val="3"/>
            <w:tcBorders>
              <w:top w:val="single" w:sz="4" w:space="0" w:color="auto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Logradouro</w:t>
            </w:r>
          </w:p>
          <w:p w:rsidR="0063658C" w:rsidRPr="0095399D" w:rsidRDefault="00282F7F" w:rsidP="00174176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Style w:val="fontstyle01"/>
              </w:rPr>
              <w:t>RUA 22 DE JUNHO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Complemento</w:t>
            </w:r>
          </w:p>
          <w:p w:rsidR="0063658C" w:rsidRPr="00282F7F" w:rsidRDefault="00282F7F" w:rsidP="00282F7F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DISTRITO INDUSTRIAL</w:t>
            </w:r>
          </w:p>
        </w:tc>
      </w:tr>
      <w:tr w:rsidR="0063658C" w:rsidRPr="0093094F" w:rsidTr="00174176">
        <w:tc>
          <w:tcPr>
            <w:tcW w:w="1951" w:type="dxa"/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Nº</w:t>
            </w:r>
          </w:p>
          <w:p w:rsidR="0063658C" w:rsidRPr="0095399D" w:rsidRDefault="00282F7F" w:rsidP="00174176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313</w:t>
            </w:r>
          </w:p>
        </w:tc>
        <w:tc>
          <w:tcPr>
            <w:tcW w:w="3969" w:type="dxa"/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Bairro</w:t>
            </w:r>
          </w:p>
          <w:p w:rsidR="0063658C" w:rsidRPr="00282F7F" w:rsidRDefault="00282F7F" w:rsidP="00282F7F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MORADA DOS PÁSSAROS</w:t>
            </w:r>
          </w:p>
        </w:tc>
        <w:tc>
          <w:tcPr>
            <w:tcW w:w="1985" w:type="dxa"/>
            <w:gridSpan w:val="2"/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CEP</w:t>
            </w:r>
          </w:p>
          <w:p w:rsidR="0063658C" w:rsidRPr="0095399D" w:rsidRDefault="00282F7F" w:rsidP="0017417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45120-525</w:t>
            </w:r>
          </w:p>
        </w:tc>
        <w:tc>
          <w:tcPr>
            <w:tcW w:w="2126" w:type="dxa"/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Cidade</w:t>
            </w:r>
          </w:p>
          <w:p w:rsidR="0063658C" w:rsidRPr="0095399D" w:rsidRDefault="00282F7F" w:rsidP="0017417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Barra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do Choça</w:t>
            </w:r>
            <w:proofErr w:type="gramEnd"/>
          </w:p>
        </w:tc>
      </w:tr>
    </w:tbl>
    <w:p w:rsidR="0063658C" w:rsidRPr="00DC4294" w:rsidRDefault="0063658C" w:rsidP="0063658C">
      <w:pPr>
        <w:spacing w:line="240" w:lineRule="auto"/>
        <w:contextualSpacing/>
        <w:rPr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126"/>
        <w:gridCol w:w="5670"/>
      </w:tblGrid>
      <w:tr w:rsidR="0063658C" w:rsidRPr="0093094F" w:rsidTr="00174176">
        <w:tc>
          <w:tcPr>
            <w:tcW w:w="100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sz w:val="10"/>
                <w:szCs w:val="10"/>
              </w:rPr>
            </w:pPr>
            <w:r w:rsidRPr="0093094F">
              <w:rPr>
                <w:rFonts w:ascii="Verdana" w:hAnsi="Verdana" w:cs="Arial"/>
                <w:sz w:val="18"/>
                <w:szCs w:val="18"/>
              </w:rPr>
              <w:t>Contato</w:t>
            </w:r>
          </w:p>
        </w:tc>
      </w:tr>
      <w:tr w:rsidR="0063658C" w:rsidRPr="0093094F" w:rsidTr="00174176">
        <w:tc>
          <w:tcPr>
            <w:tcW w:w="2235" w:type="dxa"/>
            <w:tcBorders>
              <w:top w:val="single" w:sz="4" w:space="0" w:color="auto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Telefone Fixo</w:t>
            </w:r>
          </w:p>
          <w:p w:rsidR="0063658C" w:rsidRPr="0095399D" w:rsidRDefault="0063658C" w:rsidP="00A02D8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Celular</w:t>
            </w:r>
          </w:p>
          <w:p w:rsidR="0063658C" w:rsidRPr="00636ABF" w:rsidRDefault="00282F7F" w:rsidP="0017417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 99824-3858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rFonts w:ascii="Verdana" w:hAnsi="Verdana" w:cs="Arial"/>
                <w:sz w:val="14"/>
                <w:szCs w:val="14"/>
              </w:rPr>
            </w:pPr>
            <w:r w:rsidRPr="0093094F">
              <w:rPr>
                <w:rFonts w:ascii="Verdana" w:hAnsi="Verdana" w:cs="Arial"/>
                <w:sz w:val="14"/>
                <w:szCs w:val="14"/>
              </w:rPr>
              <w:t>E-mail</w:t>
            </w:r>
          </w:p>
          <w:p w:rsidR="0063658C" w:rsidRPr="0063658C" w:rsidRDefault="00282F7F" w:rsidP="00174176">
            <w:pPr>
              <w:spacing w:after="0" w:line="240" w:lineRule="auto"/>
              <w:rPr>
                <w:b/>
              </w:rPr>
            </w:pPr>
            <w:r>
              <w:rPr>
                <w:rFonts w:ascii="Tahoma" w:hAnsi="Tahoma" w:cs="Tahoma"/>
                <w:sz w:val="24"/>
                <w:szCs w:val="24"/>
              </w:rPr>
              <w:t>Impressione.midias@gmail.com</w:t>
            </w:r>
          </w:p>
        </w:tc>
      </w:tr>
    </w:tbl>
    <w:p w:rsidR="0063658C" w:rsidRDefault="0063658C" w:rsidP="0063658C">
      <w:pPr>
        <w:spacing w:line="240" w:lineRule="auto"/>
        <w:contextualSpacing/>
        <w:rPr>
          <w:sz w:val="10"/>
          <w:szCs w:val="10"/>
        </w:rPr>
      </w:pPr>
    </w:p>
    <w:p w:rsidR="00E35D7F" w:rsidRPr="00E35D7F" w:rsidRDefault="00E35D7F" w:rsidP="0063658C">
      <w:pPr>
        <w:spacing w:line="240" w:lineRule="auto"/>
        <w:contextualSpacing/>
        <w:rPr>
          <w:sz w:val="20"/>
          <w:szCs w:val="20"/>
        </w:rPr>
      </w:pPr>
      <w:r w:rsidRPr="00E35D7F">
        <w:rPr>
          <w:sz w:val="20"/>
          <w:szCs w:val="20"/>
        </w:rPr>
        <w:t>Des</w:t>
      </w:r>
      <w:r>
        <w:rPr>
          <w:sz w:val="20"/>
          <w:szCs w:val="20"/>
        </w:rPr>
        <w:t>crição da(s) Atividade(s), Serviço(s) ou Solicitações.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0B61F9" w:rsidRPr="0093094F" w:rsidTr="00A02D8B"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60"/>
            </w:tblGrid>
            <w:tr w:rsidR="00A02D8B" w:rsidRPr="0093094F" w:rsidTr="00E35D7F">
              <w:tc>
                <w:tcPr>
                  <w:tcW w:w="10060" w:type="dxa"/>
                </w:tcPr>
                <w:p w:rsidR="007E1BB0" w:rsidRPr="00636ABF" w:rsidRDefault="00282F7F" w:rsidP="005F31AE">
                  <w:pPr>
                    <w:spacing w:after="0" w:line="360" w:lineRule="auto"/>
                    <w:jc w:val="both"/>
                    <w:rPr>
                      <w:rFonts w:ascii="Verdana" w:hAnsi="Verdana" w:cs="Arial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sz w:val="24"/>
                      <w:szCs w:val="24"/>
                    </w:rPr>
                    <w:t>Publicidade em Outdoor</w:t>
                  </w:r>
                  <w:r w:rsidR="00A02D8B">
                    <w:rPr>
                      <w:rFonts w:ascii="Verdana" w:hAnsi="Verdana" w:cs="Arial"/>
                      <w:sz w:val="24"/>
                      <w:szCs w:val="24"/>
                    </w:rPr>
                    <w:t>______</w:t>
                  </w:r>
                  <w:r w:rsidR="007E1BB0">
                    <w:rPr>
                      <w:rFonts w:ascii="Verdana" w:hAnsi="Verdana" w:cs="Arial"/>
                      <w:sz w:val="24"/>
                      <w:szCs w:val="24"/>
                    </w:rPr>
                    <w:t>_____________________________________</w:t>
                  </w:r>
                </w:p>
                <w:p w:rsidR="007E1BB0" w:rsidRPr="00636ABF" w:rsidRDefault="007E1BB0" w:rsidP="005F31AE">
                  <w:pPr>
                    <w:spacing w:after="0" w:line="360" w:lineRule="auto"/>
                    <w:jc w:val="both"/>
                    <w:rPr>
                      <w:rFonts w:ascii="Verdana" w:hAnsi="Verdana" w:cs="Arial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sz w:val="24"/>
                      <w:szCs w:val="24"/>
                    </w:rPr>
                    <w:t>________________________________________________________________</w:t>
                  </w:r>
                </w:p>
                <w:p w:rsidR="007E1BB0" w:rsidRPr="00636ABF" w:rsidRDefault="007E1BB0" w:rsidP="005F31AE">
                  <w:pPr>
                    <w:spacing w:after="0" w:line="360" w:lineRule="auto"/>
                    <w:jc w:val="both"/>
                    <w:rPr>
                      <w:rFonts w:ascii="Verdana" w:hAnsi="Verdana" w:cs="Arial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sz w:val="24"/>
                      <w:szCs w:val="24"/>
                    </w:rPr>
                    <w:t>________________________________________________________________</w:t>
                  </w:r>
                </w:p>
                <w:p w:rsidR="00A02D8B" w:rsidRPr="0093094F" w:rsidRDefault="00A02D8B" w:rsidP="005F31AE">
                  <w:pPr>
                    <w:spacing w:after="0" w:line="360" w:lineRule="auto"/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D73FCE" w:rsidRDefault="00D73FCE" w:rsidP="00A02D8B">
            <w:pPr>
              <w:spacing w:after="0" w:line="48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0B61F9" w:rsidRPr="0093094F" w:rsidRDefault="000B61F9" w:rsidP="00A02D8B">
            <w:pPr>
              <w:spacing w:after="0" w:line="480" w:lineRule="auto"/>
              <w:rPr>
                <w:sz w:val="10"/>
                <w:szCs w:val="10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Identificação do Contabilista</w:t>
            </w:r>
          </w:p>
        </w:tc>
      </w:tr>
      <w:tr w:rsidR="000B61F9" w:rsidRPr="0093094F" w:rsidTr="00A02D8B">
        <w:tc>
          <w:tcPr>
            <w:tcW w:w="10031" w:type="dxa"/>
            <w:tcBorders>
              <w:top w:val="single" w:sz="4" w:space="0" w:color="auto"/>
            </w:tcBorders>
          </w:tcPr>
          <w:p w:rsidR="000B61F9" w:rsidRPr="000B61F9" w:rsidRDefault="000B61F9" w:rsidP="00FC1985">
            <w:pPr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  <w:p w:rsidR="000B61F9" w:rsidRDefault="00FC1985" w:rsidP="000B61F9">
            <w:pPr>
              <w:pStyle w:val="Corpodetexto2"/>
              <w:rPr>
                <w:sz w:val="10"/>
              </w:rPr>
            </w:pPr>
            <w:r>
              <w:t>Nome</w:t>
            </w:r>
            <w:r w:rsidR="000B61F9">
              <w:t>:</w:t>
            </w:r>
            <w:r w:rsidR="00282F7F">
              <w:t xml:space="preserve"> </w:t>
            </w:r>
            <w:proofErr w:type="spellStart"/>
            <w:r w:rsidR="00282F7F">
              <w:rPr>
                <w:sz w:val="24"/>
                <w:szCs w:val="24"/>
              </w:rPr>
              <w:t>Lamark</w:t>
            </w:r>
            <w:proofErr w:type="spellEnd"/>
            <w:r w:rsidR="00282F7F">
              <w:rPr>
                <w:sz w:val="24"/>
                <w:szCs w:val="24"/>
              </w:rPr>
              <w:t xml:space="preserve"> Marques Freitas</w:t>
            </w:r>
            <w:proofErr w:type="gramStart"/>
            <w:r w:rsidR="000B61F9">
              <w:rPr>
                <w:sz w:val="24"/>
                <w:szCs w:val="24"/>
              </w:rPr>
              <w:t xml:space="preserve">    </w:t>
            </w:r>
            <w:proofErr w:type="gramEnd"/>
            <w:r w:rsidR="000B61F9">
              <w:t xml:space="preserve">CRC </w:t>
            </w:r>
            <w:r w:rsidR="00282F7F">
              <w:rPr>
                <w:sz w:val="24"/>
                <w:szCs w:val="24"/>
              </w:rPr>
              <w:t>042907/0-2</w:t>
            </w:r>
            <w:r w:rsidR="000B61F9">
              <w:rPr>
                <w:sz w:val="24"/>
                <w:szCs w:val="24"/>
              </w:rPr>
              <w:t xml:space="preserve">   </w:t>
            </w:r>
            <w:r>
              <w:t>Contato</w:t>
            </w:r>
            <w:r w:rsidR="00282F7F">
              <w:rPr>
                <w:sz w:val="24"/>
                <w:szCs w:val="24"/>
              </w:rPr>
              <w:t xml:space="preserve"> (77)</w:t>
            </w:r>
            <w:r w:rsidR="00282F7F">
              <w:t xml:space="preserve"> 98803-0583</w:t>
            </w:r>
            <w:r w:rsidR="000B61F9">
              <w:tab/>
            </w:r>
            <w:r w:rsidR="000B61F9">
              <w:tab/>
              <w:t xml:space="preserve">         </w:t>
            </w:r>
          </w:p>
          <w:p w:rsidR="000B61F9" w:rsidRPr="000B61F9" w:rsidRDefault="000B61F9" w:rsidP="00FC1985">
            <w:pPr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  <w:p w:rsidR="000B61F9" w:rsidRPr="000B61F9" w:rsidRDefault="000B61F9" w:rsidP="00FC1985">
            <w:pPr>
              <w:spacing w:after="0" w:line="240" w:lineRule="auto"/>
              <w:rPr>
                <w:b/>
                <w:sz w:val="6"/>
                <w:szCs w:val="6"/>
              </w:rPr>
            </w:pPr>
          </w:p>
        </w:tc>
      </w:tr>
    </w:tbl>
    <w:p w:rsidR="000B61F9" w:rsidRDefault="000B61F9" w:rsidP="0063658C">
      <w:pPr>
        <w:spacing w:line="240" w:lineRule="auto"/>
        <w:contextualSpacing/>
        <w:rPr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63658C" w:rsidRPr="0093094F" w:rsidTr="00174176">
        <w:tc>
          <w:tcPr>
            <w:tcW w:w="100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58C" w:rsidRPr="0093094F" w:rsidRDefault="0063658C" w:rsidP="00174176">
            <w:pPr>
              <w:spacing w:after="0" w:line="240" w:lineRule="auto"/>
              <w:rPr>
                <w:sz w:val="10"/>
                <w:szCs w:val="10"/>
              </w:rPr>
            </w:pPr>
            <w:r w:rsidRPr="0093094F">
              <w:rPr>
                <w:rFonts w:ascii="Verdana" w:hAnsi="Verdana" w:cs="Arial"/>
                <w:sz w:val="18"/>
                <w:szCs w:val="18"/>
              </w:rPr>
              <w:t>Declaração</w:t>
            </w:r>
          </w:p>
        </w:tc>
      </w:tr>
      <w:tr w:rsidR="0063658C" w:rsidRPr="0093094F" w:rsidTr="00BC05F5">
        <w:trPr>
          <w:trHeight w:val="1689"/>
        </w:trPr>
        <w:tc>
          <w:tcPr>
            <w:tcW w:w="10031" w:type="dxa"/>
            <w:tcBorders>
              <w:top w:val="single" w:sz="4" w:space="0" w:color="auto"/>
            </w:tcBorders>
          </w:tcPr>
          <w:p w:rsidR="00266F9A" w:rsidRPr="000B61F9" w:rsidRDefault="00266F9A" w:rsidP="00174176">
            <w:pPr>
              <w:spacing w:after="0" w:line="240" w:lineRule="auto"/>
              <w:rPr>
                <w:rFonts w:ascii="Verdana" w:hAnsi="Verdana" w:cs="Arial"/>
                <w:sz w:val="10"/>
                <w:szCs w:val="10"/>
              </w:rPr>
            </w:pPr>
          </w:p>
          <w:p w:rsidR="0063658C" w:rsidRDefault="0063658C" w:rsidP="0017417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93094F">
              <w:rPr>
                <w:rFonts w:ascii="Verdana" w:hAnsi="Verdana" w:cs="Arial"/>
                <w:sz w:val="20"/>
                <w:szCs w:val="20"/>
              </w:rPr>
              <w:t xml:space="preserve">Declaro serem autênticos os documentos </w:t>
            </w:r>
            <w:proofErr w:type="gramStart"/>
            <w:r w:rsidRPr="0093094F">
              <w:rPr>
                <w:rFonts w:ascii="Verdana" w:hAnsi="Verdana" w:cs="Arial"/>
                <w:sz w:val="20"/>
                <w:szCs w:val="20"/>
              </w:rPr>
              <w:t>apresentados e verdadeira</w:t>
            </w:r>
            <w:r w:rsidR="00653A7B">
              <w:rPr>
                <w:rFonts w:ascii="Verdana" w:hAnsi="Verdana" w:cs="Arial"/>
                <w:sz w:val="20"/>
                <w:szCs w:val="20"/>
              </w:rPr>
              <w:t>s</w:t>
            </w:r>
            <w:proofErr w:type="gramEnd"/>
            <w:r w:rsidRPr="0093094F">
              <w:rPr>
                <w:rFonts w:ascii="Verdana" w:hAnsi="Verdana" w:cs="Arial"/>
                <w:sz w:val="20"/>
                <w:szCs w:val="20"/>
              </w:rPr>
              <w:t xml:space="preserve"> as informações prestadas motivo pelo qual solicito</w:t>
            </w:r>
            <w:r w:rsidR="00653A7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094F">
              <w:rPr>
                <w:rFonts w:ascii="Verdana" w:hAnsi="Verdana" w:cs="Arial"/>
                <w:sz w:val="20"/>
                <w:szCs w:val="20"/>
              </w:rPr>
              <w:t>deferimento.</w:t>
            </w:r>
          </w:p>
          <w:p w:rsidR="0063658C" w:rsidRDefault="0063658C" w:rsidP="0017417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63658C" w:rsidRDefault="0063658C" w:rsidP="00BC05F5">
            <w:pPr>
              <w:spacing w:after="0" w:line="240" w:lineRule="auto"/>
              <w:rPr>
                <w:rFonts w:ascii="Tahoma" w:hAnsi="Tahoma" w:cs="Tahoma"/>
              </w:rPr>
            </w:pPr>
            <w:r w:rsidRPr="0093094F">
              <w:rPr>
                <w:rFonts w:ascii="Arial" w:hAnsi="Arial" w:cs="Arial"/>
                <w:sz w:val="20"/>
                <w:szCs w:val="20"/>
              </w:rPr>
              <w:t>Jequié-BA</w:t>
            </w:r>
            <w:proofErr w:type="gramStart"/>
            <w:r w:rsidRPr="0093094F">
              <w:rPr>
                <w:rFonts w:ascii="Arial" w:hAnsi="Arial" w:cs="Arial"/>
                <w:sz w:val="20"/>
                <w:szCs w:val="20"/>
              </w:rPr>
              <w:t>.,</w:t>
            </w:r>
            <w:proofErr w:type="gramEnd"/>
            <w:r w:rsidR="00282F7F">
              <w:rPr>
                <w:rFonts w:ascii="Arial" w:hAnsi="Arial" w:cs="Arial"/>
                <w:sz w:val="20"/>
                <w:szCs w:val="20"/>
              </w:rPr>
              <w:t xml:space="preserve"> 06</w:t>
            </w:r>
            <w:r w:rsidRPr="0063658C">
              <w:rPr>
                <w:rFonts w:ascii="Tahoma" w:hAnsi="Tahoma" w:cs="Tahoma"/>
              </w:rPr>
              <w:t>/</w:t>
            </w:r>
            <w:r w:rsidR="00282F7F">
              <w:rPr>
                <w:rFonts w:ascii="Tahoma" w:hAnsi="Tahoma" w:cs="Tahoma"/>
              </w:rPr>
              <w:t>Maio</w:t>
            </w:r>
            <w:r w:rsidRPr="0063658C">
              <w:rPr>
                <w:rFonts w:ascii="Tahoma" w:hAnsi="Tahoma" w:cs="Tahoma"/>
              </w:rPr>
              <w:t>/</w:t>
            </w:r>
            <w:r w:rsidR="0058777C">
              <w:rPr>
                <w:rFonts w:ascii="Tahoma" w:hAnsi="Tahoma" w:cs="Tahoma"/>
              </w:rPr>
              <w:t>202</w:t>
            </w:r>
            <w:r w:rsidR="00C2001E">
              <w:rPr>
                <w:rFonts w:ascii="Tahoma" w:hAnsi="Tahoma" w:cs="Tahoma"/>
              </w:rPr>
              <w:t>5</w:t>
            </w:r>
            <w:r w:rsidR="00116744">
              <w:rPr>
                <w:rFonts w:ascii="Tahoma" w:hAnsi="Tahoma" w:cs="Tahoma"/>
              </w:rPr>
              <w:t xml:space="preserve">    </w:t>
            </w:r>
          </w:p>
          <w:tbl>
            <w:tblPr>
              <w:tblW w:w="0" w:type="auto"/>
              <w:tblInd w:w="2689" w:type="dxa"/>
              <w:tblLook w:val="04A0" w:firstRow="1" w:lastRow="0" w:firstColumn="1" w:lastColumn="0" w:noHBand="0" w:noVBand="1"/>
            </w:tblPr>
            <w:tblGrid>
              <w:gridCol w:w="1067"/>
              <w:gridCol w:w="6049"/>
            </w:tblGrid>
            <w:tr w:rsidR="00BC05F5" w:rsidRPr="00BC05F5" w:rsidTr="00BC05F5">
              <w:tc>
                <w:tcPr>
                  <w:tcW w:w="1067" w:type="dxa"/>
                </w:tcPr>
                <w:p w:rsidR="00BC05F5" w:rsidRPr="00BC05F5" w:rsidRDefault="00BC05F5" w:rsidP="00BC05F5">
                  <w:pPr>
                    <w:spacing w:after="0" w:line="240" w:lineRule="auto"/>
                    <w:jc w:val="right"/>
                    <w:rPr>
                      <w:rFonts w:ascii="Tahoma" w:hAnsi="Tahoma" w:cs="Tahoma"/>
                      <w:color w:val="A6A6A6"/>
                    </w:rPr>
                  </w:pPr>
                  <w:r w:rsidRPr="00BC05F5">
                    <w:rPr>
                      <w:rFonts w:cs="Calibri"/>
                      <w:color w:val="A6A6A6"/>
                      <w:sz w:val="20"/>
                      <w:szCs w:val="20"/>
                    </w:rPr>
                    <w:t>Nome</w:t>
                  </w:r>
                </w:p>
              </w:tc>
              <w:tc>
                <w:tcPr>
                  <w:tcW w:w="6049" w:type="dxa"/>
                </w:tcPr>
                <w:p w:rsidR="00BC05F5" w:rsidRPr="00BC05F5" w:rsidRDefault="002E4C3A" w:rsidP="00BC05F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______________________________________</w:t>
                  </w:r>
                </w:p>
              </w:tc>
            </w:tr>
            <w:tr w:rsidR="00BC05F5" w:rsidRPr="00BC05F5" w:rsidTr="00BC05F5">
              <w:tc>
                <w:tcPr>
                  <w:tcW w:w="1067" w:type="dxa"/>
                </w:tcPr>
                <w:p w:rsidR="00BC05F5" w:rsidRPr="00BC05F5" w:rsidRDefault="00BC05F5" w:rsidP="00BC05F5">
                  <w:pPr>
                    <w:spacing w:after="0" w:line="240" w:lineRule="auto"/>
                    <w:rPr>
                      <w:rFonts w:ascii="Tahoma" w:hAnsi="Tahoma" w:cs="Tahoma"/>
                      <w:color w:val="A6A6A6"/>
                    </w:rPr>
                  </w:pPr>
                  <w:r w:rsidRPr="00BC05F5">
                    <w:rPr>
                      <w:rFonts w:cs="Calibri"/>
                      <w:color w:val="A6A6A6"/>
                      <w:sz w:val="20"/>
                      <w:szCs w:val="20"/>
                    </w:rPr>
                    <w:t>CPF/Cargo</w:t>
                  </w:r>
                </w:p>
              </w:tc>
              <w:tc>
                <w:tcPr>
                  <w:tcW w:w="6049" w:type="dxa"/>
                </w:tcPr>
                <w:p w:rsidR="00BC05F5" w:rsidRPr="00BC05F5" w:rsidRDefault="00BC05F5" w:rsidP="00BC05F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</w:tc>
            </w:tr>
          </w:tbl>
          <w:p w:rsidR="00BC05F5" w:rsidRPr="0093094F" w:rsidRDefault="00BC05F5" w:rsidP="00BC05F5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</w:tbl>
    <w:p w:rsidR="0063658C" w:rsidRDefault="0063658C" w:rsidP="0063658C">
      <w:pPr>
        <w:spacing w:line="240" w:lineRule="auto"/>
        <w:contextualSpacing/>
        <w:rPr>
          <w:sz w:val="10"/>
          <w:szCs w:val="10"/>
        </w:rPr>
      </w:pPr>
    </w:p>
    <w:tbl>
      <w:tblPr>
        <w:tblW w:w="1003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63658C" w:rsidRPr="0093094F" w:rsidTr="00174176">
        <w:tc>
          <w:tcPr>
            <w:tcW w:w="10031" w:type="dxa"/>
          </w:tcPr>
          <w:p w:rsidR="0063658C" w:rsidRPr="0093094F" w:rsidRDefault="0063658C" w:rsidP="00174176">
            <w:pPr>
              <w:spacing w:after="0" w:line="240" w:lineRule="auto"/>
              <w:rPr>
                <w:sz w:val="10"/>
                <w:szCs w:val="10"/>
              </w:rPr>
            </w:pPr>
            <w:r w:rsidRPr="0093094F">
              <w:rPr>
                <w:rFonts w:ascii="Verdana" w:hAnsi="Verdana" w:cs="Arial"/>
                <w:sz w:val="18"/>
                <w:szCs w:val="18"/>
              </w:rPr>
              <w:t>Para Uso do Fisco</w:t>
            </w:r>
          </w:p>
        </w:tc>
      </w:tr>
      <w:tr w:rsidR="00EB1595" w:rsidRPr="003E30DA" w:rsidTr="00EB1595">
        <w:tc>
          <w:tcPr>
            <w:tcW w:w="10031" w:type="dxa"/>
            <w:tcBorders>
              <w:bottom w:val="single" w:sz="4" w:space="0" w:color="auto"/>
            </w:tcBorders>
          </w:tcPr>
          <w:p w:rsidR="00EB1595" w:rsidRPr="003E30DA" w:rsidRDefault="00EB1595" w:rsidP="000516CB">
            <w:pPr>
              <w:spacing w:after="0" w:line="240" w:lineRule="auto"/>
              <w:rPr>
                <w:rFonts w:ascii="Verdana" w:hAnsi="Verdana" w:cs="Arial"/>
                <w:sz w:val="2"/>
                <w:szCs w:val="2"/>
              </w:rPr>
            </w:pPr>
          </w:p>
        </w:tc>
      </w:tr>
    </w:tbl>
    <w:p w:rsidR="00EB1595" w:rsidRDefault="00EB1595" w:rsidP="00EB159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EB1595" w:rsidRPr="00EB1595" w:rsidRDefault="00EB1595" w:rsidP="00EB1595">
      <w:pPr>
        <w:spacing w:after="0" w:line="240" w:lineRule="auto"/>
        <w:rPr>
          <w:rFonts w:ascii="Tahoma" w:hAnsi="Tahoma" w:cs="Tahoma"/>
          <w:sz w:val="16"/>
          <w:szCs w:val="16"/>
        </w:rPr>
      </w:pPr>
    </w:p>
    <w:sectPr w:rsidR="00EB1595" w:rsidRPr="00EB1595" w:rsidSect="009B64ED">
      <w:pgSz w:w="11906" w:h="16838"/>
      <w:pgMar w:top="567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4B"/>
    <w:rsid w:val="000516CB"/>
    <w:rsid w:val="000B61F9"/>
    <w:rsid w:val="000C5684"/>
    <w:rsid w:val="00116744"/>
    <w:rsid w:val="00120EE1"/>
    <w:rsid w:val="001645F9"/>
    <w:rsid w:val="00174176"/>
    <w:rsid w:val="00184BBC"/>
    <w:rsid w:val="001B713E"/>
    <w:rsid w:val="00266F9A"/>
    <w:rsid w:val="00282F7F"/>
    <w:rsid w:val="00291FB5"/>
    <w:rsid w:val="002A3D6F"/>
    <w:rsid w:val="002E4C3A"/>
    <w:rsid w:val="00302BD5"/>
    <w:rsid w:val="00333039"/>
    <w:rsid w:val="00380D4D"/>
    <w:rsid w:val="003D0877"/>
    <w:rsid w:val="003E30DA"/>
    <w:rsid w:val="00421871"/>
    <w:rsid w:val="0046544B"/>
    <w:rsid w:val="004E0A8E"/>
    <w:rsid w:val="004F45C8"/>
    <w:rsid w:val="005132A0"/>
    <w:rsid w:val="00540305"/>
    <w:rsid w:val="0058777C"/>
    <w:rsid w:val="005F31AE"/>
    <w:rsid w:val="00601724"/>
    <w:rsid w:val="006213A0"/>
    <w:rsid w:val="0063658C"/>
    <w:rsid w:val="00636ABF"/>
    <w:rsid w:val="00640C32"/>
    <w:rsid w:val="00653A7B"/>
    <w:rsid w:val="006652F5"/>
    <w:rsid w:val="00686613"/>
    <w:rsid w:val="006F195F"/>
    <w:rsid w:val="00773B59"/>
    <w:rsid w:val="007D21A1"/>
    <w:rsid w:val="007E1BB0"/>
    <w:rsid w:val="007E1D5C"/>
    <w:rsid w:val="00830D92"/>
    <w:rsid w:val="00843019"/>
    <w:rsid w:val="00892A83"/>
    <w:rsid w:val="00895BA9"/>
    <w:rsid w:val="008A641E"/>
    <w:rsid w:val="009B2D9F"/>
    <w:rsid w:val="009B64ED"/>
    <w:rsid w:val="009E2349"/>
    <w:rsid w:val="00A02D8B"/>
    <w:rsid w:val="00AE7D60"/>
    <w:rsid w:val="00B10134"/>
    <w:rsid w:val="00B113E0"/>
    <w:rsid w:val="00B33FB9"/>
    <w:rsid w:val="00B73095"/>
    <w:rsid w:val="00BC05F5"/>
    <w:rsid w:val="00BC10DD"/>
    <w:rsid w:val="00BE63BC"/>
    <w:rsid w:val="00C14C84"/>
    <w:rsid w:val="00C16E6F"/>
    <w:rsid w:val="00C2001E"/>
    <w:rsid w:val="00CB33EF"/>
    <w:rsid w:val="00CD6726"/>
    <w:rsid w:val="00CF6010"/>
    <w:rsid w:val="00D43C4A"/>
    <w:rsid w:val="00D607F3"/>
    <w:rsid w:val="00D7043E"/>
    <w:rsid w:val="00D73FCE"/>
    <w:rsid w:val="00D74B3A"/>
    <w:rsid w:val="00D81E70"/>
    <w:rsid w:val="00DB6D76"/>
    <w:rsid w:val="00E35D7F"/>
    <w:rsid w:val="00E7408A"/>
    <w:rsid w:val="00EB1595"/>
    <w:rsid w:val="00EC72BD"/>
    <w:rsid w:val="00ED698D"/>
    <w:rsid w:val="00FB0E99"/>
    <w:rsid w:val="00FC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58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658C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BC05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rsid w:val="000B61F9"/>
    <w:pPr>
      <w:spacing w:after="0" w:line="240" w:lineRule="auto"/>
      <w:jc w:val="both"/>
    </w:pPr>
    <w:rPr>
      <w:rFonts w:ascii="Tahoma" w:eastAsia="Times New Roman" w:hAnsi="Tahoma"/>
      <w:sz w:val="20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0B61F9"/>
    <w:rPr>
      <w:rFonts w:ascii="Tahoma" w:eastAsia="Times New Roman" w:hAnsi="Tahoma"/>
    </w:rPr>
  </w:style>
  <w:style w:type="character" w:customStyle="1" w:styleId="fontstyle01">
    <w:name w:val="fontstyle01"/>
    <w:basedOn w:val="Fontepargpadro"/>
    <w:rsid w:val="00282F7F"/>
    <w:rPr>
      <w:rFonts w:ascii="Verdana" w:hAnsi="Verdana" w:hint="default"/>
      <w:b w:val="0"/>
      <w:bCs w:val="0"/>
      <w:i w:val="0"/>
      <w:iCs w:val="0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58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658C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BC05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rsid w:val="000B61F9"/>
    <w:pPr>
      <w:spacing w:after="0" w:line="240" w:lineRule="auto"/>
      <w:jc w:val="both"/>
    </w:pPr>
    <w:rPr>
      <w:rFonts w:ascii="Tahoma" w:eastAsia="Times New Roman" w:hAnsi="Tahoma"/>
      <w:sz w:val="20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0B61F9"/>
    <w:rPr>
      <w:rFonts w:ascii="Tahoma" w:eastAsia="Times New Roman" w:hAnsi="Tahoma"/>
    </w:rPr>
  </w:style>
  <w:style w:type="character" w:customStyle="1" w:styleId="fontstyle01">
    <w:name w:val="fontstyle01"/>
    <w:basedOn w:val="Fontepargpadro"/>
    <w:rsid w:val="00282F7F"/>
    <w:rPr>
      <w:rFonts w:ascii="Verdana" w:hAnsi="Verdana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men\Downloads\DIM%20-%20HELOISA%20II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A0521-7817-40EC-B072-6043E527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DIM - HELOISA II</Template>
  <TotalTime>12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Carmen</dc:creator>
  <cp:lastModifiedBy>ADM</cp:lastModifiedBy>
  <cp:revision>6</cp:revision>
  <cp:lastPrinted>2025-05-06T14:15:00Z</cp:lastPrinted>
  <dcterms:created xsi:type="dcterms:W3CDTF">2024-11-01T17:43:00Z</dcterms:created>
  <dcterms:modified xsi:type="dcterms:W3CDTF">2025-05-06T14:16:00Z</dcterms:modified>
</cp:coreProperties>
</file>